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8965061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F004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F0047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40608001" w14:textId="60C6FDDD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CF0047">
        <w:rPr>
          <w:rFonts w:ascii="Corbel" w:hAnsi="Corbel"/>
          <w:sz w:val="24"/>
          <w:szCs w:val="24"/>
        </w:rPr>
        <w:t>2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CF0047">
        <w:rPr>
          <w:rFonts w:ascii="Corbel" w:hAnsi="Corbel"/>
          <w:sz w:val="24"/>
          <w:szCs w:val="24"/>
        </w:rPr>
        <w:t>3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553D5E1D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Antoni Magdoń,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gr Magdalena D. Suraj</w:t>
            </w:r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Ryzyko w działalności gospodarczej. Risk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1F830FAF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Iwanicz-Drozdowska M. (et. al.),  Bankowość: instytucje, operacje, zarządzanie. Wydawnictwo Poltext,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Galbarczyk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 J., Monkiewicz J. (red.), Ubezpieczenia, Poltext,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287E" w14:textId="77777777" w:rsidR="00F82920" w:rsidRDefault="00F82920" w:rsidP="00C16ABF">
      <w:pPr>
        <w:spacing w:after="0" w:line="240" w:lineRule="auto"/>
      </w:pPr>
      <w:r>
        <w:separator/>
      </w:r>
    </w:p>
  </w:endnote>
  <w:endnote w:type="continuationSeparator" w:id="0">
    <w:p w14:paraId="42B5048C" w14:textId="77777777" w:rsidR="00F82920" w:rsidRDefault="00F829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5DAA" w14:textId="77777777" w:rsidR="00F82920" w:rsidRDefault="00F82920" w:rsidP="00C16ABF">
      <w:pPr>
        <w:spacing w:after="0" w:line="240" w:lineRule="auto"/>
      </w:pPr>
      <w:r>
        <w:separator/>
      </w:r>
    </w:p>
  </w:footnote>
  <w:footnote w:type="continuationSeparator" w:id="0">
    <w:p w14:paraId="3DE85D4A" w14:textId="77777777" w:rsidR="00F82920" w:rsidRDefault="00F82920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00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2920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990AC5-4902-4791-A76A-2A24FB33A6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2020-10-30T10:53:00Z</dcterms:created>
  <dcterms:modified xsi:type="dcterms:W3CDTF">2021-11-03T20:03:00Z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